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893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AF0C99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AF0C99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  <w:bookmarkStart w:id="0" w:name="_GoBack"/>
            <w:bookmarkEnd w:id="0"/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8F4B1F">
      <w:r>
        <w:br w:type="page"/>
      </w:r>
      <w:r w:rsidR="008F4B1F" w:rsidRPr="008F4B1F">
        <w:lastRenderedPageBreak/>
        <w:t>[[AXURE CONTENT]]</w:t>
      </w:r>
    </w:p>
    <w:sectPr w:rsidR="004144D0" w:rsidSect="006967F0">
      <w:headerReference w:type="default" r:id="rId10"/>
      <w:footerReference w:type="default" r:id="rId11"/>
      <w:type w:val="continuous"/>
      <w:pgSz w:w="20160" w:h="12240" w:orient="landscape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D5F" w:rsidRDefault="00F35D5F" w:rsidP="00093BE1">
      <w:pPr>
        <w:spacing w:before="0" w:after="0"/>
      </w:pPr>
      <w:r>
        <w:separator/>
      </w:r>
    </w:p>
  </w:endnote>
  <w:endnote w:type="continuationSeparator" w:id="0">
    <w:p w:rsidR="00F35D5F" w:rsidRDefault="00F35D5F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8385"/>
      <w:gridCol w:w="2166"/>
      <w:gridCol w:w="8385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AF0C99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D5F" w:rsidRDefault="00F35D5F" w:rsidP="00093BE1">
      <w:pPr>
        <w:spacing w:before="0" w:after="0"/>
      </w:pPr>
      <w:r>
        <w:separator/>
      </w:r>
    </w:p>
  </w:footnote>
  <w:footnote w:type="continuationSeparator" w:id="0">
    <w:p w:rsidR="00F35D5F" w:rsidRDefault="00F35D5F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893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AF0C99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67F0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C382E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8F4B1F"/>
    <w:rsid w:val="00904913"/>
    <w:rsid w:val="009276DC"/>
    <w:rsid w:val="0095118F"/>
    <w:rsid w:val="00953C09"/>
    <w:rsid w:val="009C1C8E"/>
    <w:rsid w:val="009F6624"/>
    <w:rsid w:val="00A60CAB"/>
    <w:rsid w:val="00A67C9A"/>
    <w:rsid w:val="00A92958"/>
    <w:rsid w:val="00AA7145"/>
    <w:rsid w:val="00AC49FE"/>
    <w:rsid w:val="00AF0C99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35D5F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3C06AD"/>
    <w:rsid w:val="006B709E"/>
    <w:rsid w:val="007A21B0"/>
    <w:rsid w:val="009D3071"/>
    <w:rsid w:val="00C17265"/>
    <w:rsid w:val="00EF7266"/>
    <w:rsid w:val="00F3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A53FF9-B67D-43A8-894B-AC5F59AF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2010-09-03T22:01:00Z</dcterms:created>
  <dcterms:modified xsi:type="dcterms:W3CDTF">2014-07-07T22:33:00Z</dcterms:modified>
</cp:coreProperties>
</file>